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29DC76EC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7131A7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7131A7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DFAFFE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A07434">
        <w:rPr>
          <w:rFonts w:ascii="Corbel" w:hAnsi="Corbel"/>
          <w:i/>
          <w:smallCaps/>
          <w:sz w:val="24"/>
          <w:szCs w:val="24"/>
        </w:rPr>
        <w:t>od 202</w:t>
      </w:r>
      <w:r w:rsidR="007131A7">
        <w:rPr>
          <w:rFonts w:ascii="Corbel" w:hAnsi="Corbel"/>
          <w:i/>
          <w:smallCaps/>
          <w:sz w:val="24"/>
          <w:szCs w:val="24"/>
        </w:rPr>
        <w:t>1</w:t>
      </w:r>
      <w:r w:rsidR="00A07434">
        <w:rPr>
          <w:rFonts w:ascii="Corbel" w:hAnsi="Corbel"/>
          <w:i/>
          <w:smallCaps/>
          <w:sz w:val="24"/>
          <w:szCs w:val="24"/>
        </w:rPr>
        <w:t>/2</w:t>
      </w:r>
      <w:r w:rsidR="007131A7">
        <w:rPr>
          <w:rFonts w:ascii="Corbel" w:hAnsi="Corbel"/>
          <w:i/>
          <w:smallCaps/>
          <w:sz w:val="24"/>
          <w:szCs w:val="24"/>
        </w:rPr>
        <w:t>2</w:t>
      </w:r>
      <w:r w:rsidR="00A07434">
        <w:rPr>
          <w:rFonts w:ascii="Corbel" w:hAnsi="Corbel"/>
          <w:i/>
          <w:smallCaps/>
          <w:sz w:val="24"/>
          <w:szCs w:val="24"/>
        </w:rPr>
        <w:t xml:space="preserve"> do 202</w:t>
      </w:r>
      <w:r w:rsidR="007131A7">
        <w:rPr>
          <w:rFonts w:ascii="Corbel" w:hAnsi="Corbel"/>
          <w:i/>
          <w:smallCaps/>
          <w:sz w:val="24"/>
          <w:szCs w:val="24"/>
        </w:rPr>
        <w:t>5</w:t>
      </w:r>
      <w:r w:rsidR="00A07434">
        <w:rPr>
          <w:rFonts w:ascii="Corbel" w:hAnsi="Corbel"/>
          <w:i/>
          <w:smallCaps/>
          <w:sz w:val="24"/>
          <w:szCs w:val="24"/>
        </w:rPr>
        <w:t>/2</w:t>
      </w:r>
      <w:r w:rsidR="007131A7">
        <w:rPr>
          <w:rFonts w:ascii="Corbel" w:hAnsi="Corbel"/>
          <w:i/>
          <w:smallCaps/>
          <w:sz w:val="24"/>
          <w:szCs w:val="24"/>
        </w:rPr>
        <w:t>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1D6E225" w14:textId="77777777" w:rsidR="00A07434" w:rsidRDefault="00A07434" w:rsidP="00A074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5C2AC480" w14:textId="54693E8A" w:rsidR="00445970" w:rsidRPr="00B169DF" w:rsidRDefault="00445970" w:rsidP="00A074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 w:rsidR="00A07434">
        <w:rPr>
          <w:rFonts w:ascii="Corbel" w:hAnsi="Corbel"/>
          <w:sz w:val="20"/>
          <w:szCs w:val="20"/>
        </w:rPr>
        <w:t>202</w:t>
      </w:r>
      <w:r w:rsidR="007131A7">
        <w:rPr>
          <w:rFonts w:ascii="Corbel" w:hAnsi="Corbel"/>
          <w:sz w:val="20"/>
          <w:szCs w:val="20"/>
        </w:rPr>
        <w:t>4</w:t>
      </w:r>
      <w:r w:rsidR="00A07434">
        <w:rPr>
          <w:rFonts w:ascii="Corbel" w:hAnsi="Corbel"/>
          <w:sz w:val="20"/>
          <w:szCs w:val="20"/>
        </w:rPr>
        <w:t>/2</w:t>
      </w:r>
      <w:r w:rsidR="007131A7">
        <w:rPr>
          <w:rFonts w:ascii="Corbel" w:hAnsi="Corbel"/>
          <w:sz w:val="20"/>
          <w:szCs w:val="20"/>
        </w:rPr>
        <w:t>5</w:t>
      </w:r>
    </w:p>
    <w:p w14:paraId="6FC1597C" w14:textId="10BBC66C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49BFB3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07434" w:rsidRPr="009C54AE" w14:paraId="21E3B9AD" w14:textId="77777777" w:rsidTr="00CF7B84">
        <w:tc>
          <w:tcPr>
            <w:tcW w:w="2694" w:type="dxa"/>
            <w:vAlign w:val="center"/>
          </w:tcPr>
          <w:p w14:paraId="684C03E0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3D9E03" w14:textId="77777777" w:rsidR="00A07434" w:rsidRPr="00525B2B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25B2B">
              <w:rPr>
                <w:rFonts w:ascii="Corbel" w:hAnsi="Corbel"/>
                <w:color w:val="auto"/>
                <w:sz w:val="24"/>
                <w:szCs w:val="24"/>
              </w:rPr>
              <w:t xml:space="preserve">Prawo pracy </w:t>
            </w:r>
          </w:p>
        </w:tc>
      </w:tr>
      <w:tr w:rsidR="00A07434" w:rsidRPr="009C54AE" w14:paraId="2E67DC80" w14:textId="77777777" w:rsidTr="00CF7B84">
        <w:tc>
          <w:tcPr>
            <w:tcW w:w="2694" w:type="dxa"/>
            <w:vAlign w:val="center"/>
          </w:tcPr>
          <w:p w14:paraId="3856DA7F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08F9E6" w14:textId="77777777" w:rsidR="00A07434" w:rsidRPr="00534156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7434" w:rsidRPr="009C54AE" w14:paraId="3BEF432C" w14:textId="77777777" w:rsidTr="00CF7B84">
        <w:tc>
          <w:tcPr>
            <w:tcW w:w="2694" w:type="dxa"/>
            <w:vAlign w:val="center"/>
          </w:tcPr>
          <w:p w14:paraId="6182DC5C" w14:textId="77777777" w:rsidR="00A07434" w:rsidRPr="009C54AE" w:rsidRDefault="00A07434" w:rsidP="00CF7B8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4CA8A9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07434" w:rsidRPr="009C54AE" w14:paraId="679CD560" w14:textId="77777777" w:rsidTr="00CF7B84">
        <w:tc>
          <w:tcPr>
            <w:tcW w:w="2694" w:type="dxa"/>
            <w:vAlign w:val="center"/>
          </w:tcPr>
          <w:p w14:paraId="64F0B87D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E27485" w14:textId="77777777" w:rsidR="00A07434" w:rsidRPr="004D1A01" w:rsidRDefault="00A07434" w:rsidP="00CF7B8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Pracy i Ubezpieczeń Społecznych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Instytutu Nauk Prawnych</w:t>
            </w:r>
          </w:p>
        </w:tc>
      </w:tr>
      <w:tr w:rsidR="00A07434" w:rsidRPr="009C54AE" w14:paraId="1288530A" w14:textId="77777777" w:rsidTr="00CF7B84">
        <w:tc>
          <w:tcPr>
            <w:tcW w:w="2694" w:type="dxa"/>
            <w:vAlign w:val="center"/>
          </w:tcPr>
          <w:p w14:paraId="06B2B386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9DD886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A07434" w:rsidRPr="009C54AE" w14:paraId="250CAF7B" w14:textId="77777777" w:rsidTr="00CF7B84">
        <w:tc>
          <w:tcPr>
            <w:tcW w:w="2694" w:type="dxa"/>
            <w:vAlign w:val="center"/>
          </w:tcPr>
          <w:p w14:paraId="12E66F9E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54B0BB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A07434" w:rsidRPr="009C54AE" w14:paraId="0C76F33A" w14:textId="77777777" w:rsidTr="00CF7B84">
        <w:tc>
          <w:tcPr>
            <w:tcW w:w="2694" w:type="dxa"/>
            <w:vAlign w:val="center"/>
          </w:tcPr>
          <w:p w14:paraId="72B4C857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769676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A07434" w:rsidRPr="009C54AE" w14:paraId="3B6B506B" w14:textId="77777777" w:rsidTr="00CF7B84">
        <w:tc>
          <w:tcPr>
            <w:tcW w:w="2694" w:type="dxa"/>
            <w:vAlign w:val="center"/>
          </w:tcPr>
          <w:p w14:paraId="4A5DC10D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C3E66B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A07434" w:rsidRPr="009C54AE" w14:paraId="4FDB97C3" w14:textId="77777777" w:rsidTr="00CF7B84">
        <w:tc>
          <w:tcPr>
            <w:tcW w:w="2694" w:type="dxa"/>
            <w:vAlign w:val="center"/>
          </w:tcPr>
          <w:p w14:paraId="1EF8DF88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A422E5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A07434" w:rsidRPr="009C54AE" w14:paraId="23836773" w14:textId="77777777" w:rsidTr="00CF7B84">
        <w:tc>
          <w:tcPr>
            <w:tcW w:w="2694" w:type="dxa"/>
            <w:vAlign w:val="center"/>
          </w:tcPr>
          <w:p w14:paraId="3659F53F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2250D2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A07434" w:rsidRPr="009C54AE" w14:paraId="03C52CA6" w14:textId="77777777" w:rsidTr="00CF7B84">
        <w:tc>
          <w:tcPr>
            <w:tcW w:w="2694" w:type="dxa"/>
            <w:vAlign w:val="center"/>
          </w:tcPr>
          <w:p w14:paraId="0324747B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955406" w14:textId="77777777" w:rsidR="00A07434" w:rsidRPr="009C54AE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07434" w:rsidRPr="009C54AE" w14:paraId="0BB9B4DF" w14:textId="77777777" w:rsidTr="00CF7B84">
        <w:tc>
          <w:tcPr>
            <w:tcW w:w="2694" w:type="dxa"/>
            <w:vAlign w:val="center"/>
          </w:tcPr>
          <w:p w14:paraId="3E4E84D7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4B1035" w14:textId="77777777" w:rsidR="00A07434" w:rsidRPr="009C54AE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A07434" w:rsidRPr="009C54AE" w14:paraId="754BC8E4" w14:textId="77777777" w:rsidTr="00CF7B84">
        <w:tc>
          <w:tcPr>
            <w:tcW w:w="2694" w:type="dxa"/>
            <w:vAlign w:val="center"/>
          </w:tcPr>
          <w:p w14:paraId="6E5C8CE6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96551A" w14:textId="77777777" w:rsidR="00A07434" w:rsidRPr="009C54AE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UR, dr Maria Bosak-Sojka, dr Agata Ludera-Ruszel, mgr Michał Skóra, mgr Anna Maroń</w:t>
            </w:r>
          </w:p>
        </w:tc>
      </w:tr>
    </w:tbl>
    <w:p w14:paraId="7766DC2B" w14:textId="77777777" w:rsidR="00A07434" w:rsidRPr="009C54AE" w:rsidRDefault="00A07434" w:rsidP="00A0743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0195BE0" w14:textId="77777777" w:rsidR="00A07434" w:rsidRPr="009C54AE" w:rsidRDefault="00A07434" w:rsidP="00A0743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E67CC3" w14:textId="77777777" w:rsidR="00A07434" w:rsidRPr="009C54AE" w:rsidRDefault="00A07434" w:rsidP="00A0743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04D1D41" w14:textId="77777777" w:rsidR="00A07434" w:rsidRPr="009C54AE" w:rsidRDefault="00A07434" w:rsidP="00A0743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07434" w:rsidRPr="009C54AE" w14:paraId="00781549" w14:textId="77777777" w:rsidTr="00CF7B8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2D57" w14:textId="77777777" w:rsidR="00A07434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A03D91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6D125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60D1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90CBC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8E32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DE6B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A88EF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1F67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7F85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E7A3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07434" w:rsidRPr="009C54AE" w14:paraId="68106996" w14:textId="77777777" w:rsidTr="00CF7B8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466C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59DB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E383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FC96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B626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975D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902B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A31A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0025A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EB5E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07434" w:rsidRPr="009C54AE" w14:paraId="4B3D10BA" w14:textId="77777777" w:rsidTr="00CF7B8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83D2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F172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7A4F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DEA5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57C2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6299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7F77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EA0C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A4E8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03E3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B793AE" w14:textId="77777777" w:rsidR="00A07434" w:rsidRPr="009C54AE" w:rsidRDefault="00A07434" w:rsidP="00A074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A9211A" w14:textId="77777777" w:rsidR="00A07434" w:rsidRPr="009C54AE" w:rsidRDefault="00A07434" w:rsidP="00A0743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67A055" w14:textId="77777777" w:rsidR="00A07434" w:rsidRPr="009C54AE" w:rsidRDefault="00A07434" w:rsidP="00A0743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7EE9EF" w14:textId="08BAE6D8" w:rsidR="00A07434" w:rsidRPr="00A12D61" w:rsidRDefault="00A07434" w:rsidP="00A07434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A12D61">
        <w:rPr>
          <w:rFonts w:ascii="Corbel" w:hAnsi="Corbel"/>
          <w:bCs/>
          <w:smallCaps w:val="0"/>
          <w:szCs w:val="24"/>
        </w:rPr>
        <w:t xml:space="preserve">zajęcia w formie tradycyjnej </w:t>
      </w:r>
    </w:p>
    <w:p w14:paraId="55E13A3C" w14:textId="77777777" w:rsidR="00A07434" w:rsidRPr="009C54AE" w:rsidRDefault="00A07434" w:rsidP="00A074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C83E36B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B84E9F" w14:textId="77777777" w:rsidR="00A07434" w:rsidRPr="009C54AE" w:rsidRDefault="00A07434" w:rsidP="00A0743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ACFFED" w14:textId="77777777" w:rsidR="00A07434" w:rsidRDefault="00A07434" w:rsidP="00A07434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36E322F4" w14:textId="77777777" w:rsidR="00A07434" w:rsidRDefault="00A07434" w:rsidP="00A07434">
      <w:pPr>
        <w:shd w:val="clear" w:color="auto" w:fill="FFFFFF"/>
        <w:spacing w:after="0" w:line="240" w:lineRule="auto"/>
        <w:ind w:left="5" w:firstLine="279"/>
        <w:jc w:val="both"/>
        <w:rPr>
          <w:rFonts w:eastAsia="Cambria"/>
          <w:bCs/>
          <w:iCs/>
          <w:spacing w:val="-22"/>
          <w:sz w:val="24"/>
          <w:szCs w:val="24"/>
        </w:rPr>
      </w:pPr>
      <w:r w:rsidRPr="0000220C">
        <w:rPr>
          <w:rFonts w:eastAsia="Cambria"/>
          <w:bCs/>
          <w:iCs/>
          <w:spacing w:val="-22"/>
          <w:sz w:val="24"/>
          <w:szCs w:val="24"/>
        </w:rPr>
        <w:t>Wykład</w:t>
      </w:r>
      <w:r>
        <w:rPr>
          <w:rFonts w:eastAsia="Cambria"/>
          <w:bCs/>
          <w:iCs/>
          <w:spacing w:val="-22"/>
          <w:sz w:val="24"/>
          <w:szCs w:val="24"/>
        </w:rPr>
        <w:t xml:space="preserve"> - e</w:t>
      </w:r>
      <w:r w:rsidRPr="0000220C">
        <w:rPr>
          <w:rFonts w:eastAsia="Cambria"/>
          <w:bCs/>
          <w:iCs/>
          <w:spacing w:val="-22"/>
          <w:sz w:val="24"/>
          <w:szCs w:val="24"/>
        </w:rPr>
        <w:t>gzamin</w:t>
      </w:r>
    </w:p>
    <w:p w14:paraId="42C0CE38" w14:textId="77777777" w:rsidR="00A07434" w:rsidRPr="0000220C" w:rsidRDefault="00A07434" w:rsidP="00A07434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79B4238A" w14:textId="77777777" w:rsidR="00A07434" w:rsidRDefault="00A07434" w:rsidP="00A07434">
      <w:pPr>
        <w:shd w:val="clear" w:color="auto" w:fill="FFFFFF"/>
        <w:spacing w:after="0" w:line="240" w:lineRule="auto"/>
        <w:ind w:left="5" w:firstLine="279"/>
        <w:jc w:val="both"/>
        <w:rPr>
          <w:rFonts w:eastAsia="Cambria"/>
          <w:bCs/>
          <w:iCs/>
          <w:spacing w:val="-22"/>
          <w:sz w:val="24"/>
          <w:szCs w:val="24"/>
        </w:rPr>
      </w:pPr>
      <w:r w:rsidRPr="0000220C">
        <w:rPr>
          <w:rFonts w:eastAsia="Cambria"/>
          <w:bCs/>
          <w:iCs/>
          <w:spacing w:val="-22"/>
          <w:sz w:val="24"/>
          <w:szCs w:val="24"/>
        </w:rPr>
        <w:t>Ćwiczenia</w:t>
      </w:r>
      <w:r>
        <w:rPr>
          <w:rFonts w:eastAsia="Cambria"/>
          <w:bCs/>
          <w:iCs/>
          <w:spacing w:val="-22"/>
          <w:sz w:val="24"/>
          <w:szCs w:val="24"/>
        </w:rPr>
        <w:t xml:space="preserve"> – zaliczenie z oceną</w:t>
      </w:r>
    </w:p>
    <w:p w14:paraId="0EC4663D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92E470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271F4" w14:textId="77777777" w:rsidR="00A0743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2EA929B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7434" w:rsidRPr="009C54AE" w14:paraId="6578E7DE" w14:textId="77777777" w:rsidTr="00CF7B84">
        <w:tc>
          <w:tcPr>
            <w:tcW w:w="9670" w:type="dxa"/>
          </w:tcPr>
          <w:p w14:paraId="6C070C89" w14:textId="77777777" w:rsidR="00A07434" w:rsidRPr="008E2AF3" w:rsidRDefault="00A07434" w:rsidP="00CF7B84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00220C">
              <w:rPr>
                <w:b w:val="0"/>
                <w:smallCaps w:val="0"/>
                <w:szCs w:val="20"/>
              </w:rPr>
              <w:t>Podstawowa wiedza z zakresu prawa cywilnego.</w:t>
            </w:r>
          </w:p>
        </w:tc>
      </w:tr>
    </w:tbl>
    <w:p w14:paraId="6A64127A" w14:textId="77777777" w:rsidR="00A0743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</w:p>
    <w:p w14:paraId="1C25C291" w14:textId="77777777" w:rsidR="00A07434" w:rsidRPr="00C05F4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A5EBE5" w14:textId="77777777" w:rsidR="00A07434" w:rsidRPr="00C05F4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</w:p>
    <w:p w14:paraId="4B57AB60" w14:textId="77777777" w:rsidR="00A07434" w:rsidRDefault="00A07434" w:rsidP="00A0743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D564D06" w14:textId="77777777" w:rsidR="00A07434" w:rsidRPr="009C54AE" w:rsidRDefault="00A07434" w:rsidP="00A0743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A07434" w:rsidRPr="009C54AE" w14:paraId="65F1563F" w14:textId="77777777" w:rsidTr="00CF7B84">
        <w:tc>
          <w:tcPr>
            <w:tcW w:w="851" w:type="dxa"/>
            <w:vAlign w:val="center"/>
          </w:tcPr>
          <w:p w14:paraId="72D5E67F" w14:textId="77777777" w:rsidR="00A07434" w:rsidRPr="009C54AE" w:rsidRDefault="00A07434" w:rsidP="00CF7B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2F89824" w14:textId="77777777" w:rsidR="00A07434" w:rsidRPr="00F55956" w:rsidRDefault="00A07434" w:rsidP="00CF7B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zapoznać się z materiałem normatywnym z zakresu indywidualnego </w:t>
            </w:r>
            <w:r>
              <w:rPr>
                <w:rFonts w:eastAsia="Cambria"/>
                <w:sz w:val="24"/>
                <w:szCs w:val="24"/>
              </w:rPr>
              <w:br/>
            </w:r>
            <w:r w:rsidRPr="0000220C">
              <w:rPr>
                <w:rFonts w:eastAsia="Cambria"/>
                <w:sz w:val="24"/>
                <w:szCs w:val="24"/>
              </w:rPr>
              <w:t>i zbiorowego prawa pracy oraz ubezpieczeń społecznych.</w:t>
            </w:r>
          </w:p>
        </w:tc>
      </w:tr>
      <w:tr w:rsidR="00A07434" w:rsidRPr="009C54AE" w14:paraId="62848DDB" w14:textId="77777777" w:rsidTr="00CF7B84">
        <w:tc>
          <w:tcPr>
            <w:tcW w:w="851" w:type="dxa"/>
            <w:vAlign w:val="center"/>
          </w:tcPr>
          <w:p w14:paraId="76869F6D" w14:textId="77777777" w:rsidR="00A07434" w:rsidRPr="009C54AE" w:rsidRDefault="00A07434" w:rsidP="00CF7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9F120F" w14:textId="77777777" w:rsidR="00A07434" w:rsidRPr="009C54AE" w:rsidRDefault="00A07434" w:rsidP="00CF7B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07AB">
              <w:rPr>
                <w:rFonts w:asciiTheme="minorHAnsi" w:eastAsia="Cambria" w:hAnsiTheme="minorHAnsi"/>
                <w:b w:val="0"/>
                <w:sz w:val="24"/>
                <w:szCs w:val="24"/>
              </w:rPr>
              <w:t>Student powinien zapoznać się z aktualnym orzecznictwem sądowym  z zakresu prawa pracy i ubezpieczeń społecznych, uzupełniającym omawiane praktyczne aspekty poszczególnych instytucji prawa</w:t>
            </w:r>
            <w:r>
              <w:rPr>
                <w:rFonts w:asciiTheme="minorHAnsi" w:eastAsia="Cambria" w:hAnsiTheme="minorHAnsi"/>
                <w:b w:val="0"/>
                <w:sz w:val="24"/>
                <w:szCs w:val="24"/>
              </w:rPr>
              <w:t>.</w:t>
            </w:r>
          </w:p>
        </w:tc>
      </w:tr>
      <w:tr w:rsidR="00A07434" w:rsidRPr="009C54AE" w14:paraId="4112A20E" w14:textId="77777777" w:rsidTr="00CF7B84">
        <w:tc>
          <w:tcPr>
            <w:tcW w:w="851" w:type="dxa"/>
            <w:vAlign w:val="center"/>
          </w:tcPr>
          <w:p w14:paraId="1243048C" w14:textId="77777777" w:rsidR="00A07434" w:rsidRPr="009C54AE" w:rsidRDefault="00A07434" w:rsidP="00CF7B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012173F" w14:textId="77777777" w:rsidR="00A07434" w:rsidRPr="00F55956" w:rsidRDefault="00A07434" w:rsidP="00CF7B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uzyskać </w:t>
            </w:r>
            <w:r>
              <w:rPr>
                <w:rFonts w:eastAsia="Cambria"/>
                <w:sz w:val="24"/>
                <w:szCs w:val="24"/>
              </w:rPr>
              <w:t xml:space="preserve">wstępne i podstawowe </w:t>
            </w:r>
            <w:r w:rsidRPr="0000220C">
              <w:rPr>
                <w:rFonts w:eastAsia="Cambria"/>
                <w:sz w:val="24"/>
                <w:szCs w:val="24"/>
              </w:rPr>
              <w:t>umiejętności  samodzielnego rozwiązywania problemów z zakresu prawa pracy i ubezpieczeń społecznych.</w:t>
            </w:r>
          </w:p>
        </w:tc>
      </w:tr>
    </w:tbl>
    <w:p w14:paraId="02DFC895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1EB945" w14:textId="77777777" w:rsidR="00A07434" w:rsidRPr="009C54AE" w:rsidRDefault="00A07434" w:rsidP="00A0743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BB66E4C" w14:textId="77777777" w:rsidR="00A07434" w:rsidRPr="009C54AE" w:rsidRDefault="00A07434" w:rsidP="00A0743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A07434" w:rsidRPr="009C54AE" w14:paraId="2F204C25" w14:textId="77777777" w:rsidTr="00CF7B84">
        <w:tc>
          <w:tcPr>
            <w:tcW w:w="1679" w:type="dxa"/>
            <w:vAlign w:val="center"/>
          </w:tcPr>
          <w:p w14:paraId="00B24F7A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39FA415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68C47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7434" w:rsidRPr="009C54AE" w14:paraId="6656DCD2" w14:textId="77777777" w:rsidTr="00CF7B84">
        <w:tc>
          <w:tcPr>
            <w:tcW w:w="1679" w:type="dxa"/>
          </w:tcPr>
          <w:p w14:paraId="051604C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95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8C312C0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Wymienia i charakteryzuje podstawowe funkcje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zasady prawa pracy</w:t>
            </w:r>
          </w:p>
        </w:tc>
        <w:tc>
          <w:tcPr>
            <w:tcW w:w="1865" w:type="dxa"/>
          </w:tcPr>
          <w:p w14:paraId="2EB32745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K_W03, K_W04, K_W10,</w:t>
            </w:r>
          </w:p>
          <w:p w14:paraId="29F63B8A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5C123F2D" w14:textId="77777777" w:rsidTr="00CF7B84">
        <w:tc>
          <w:tcPr>
            <w:tcW w:w="1679" w:type="dxa"/>
          </w:tcPr>
          <w:p w14:paraId="2D624D4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F3AEF8A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Rozróżnia umowne i pozaumowne podstawy nawiązania stosunku pracy</w:t>
            </w:r>
          </w:p>
        </w:tc>
        <w:tc>
          <w:tcPr>
            <w:tcW w:w="1865" w:type="dxa"/>
          </w:tcPr>
          <w:p w14:paraId="03043FB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550C833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0776E11C" w14:textId="77777777" w:rsidTr="00CF7B84">
        <w:tc>
          <w:tcPr>
            <w:tcW w:w="1679" w:type="dxa"/>
          </w:tcPr>
          <w:p w14:paraId="430E97A9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1DD00F8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i charakteryzuje umowy o pracę</w:t>
            </w:r>
          </w:p>
        </w:tc>
        <w:tc>
          <w:tcPr>
            <w:tcW w:w="1865" w:type="dxa"/>
          </w:tcPr>
          <w:p w14:paraId="367AE40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14:paraId="238A3097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0CF1C989" w14:textId="77777777" w:rsidTr="00CF7B84">
        <w:tc>
          <w:tcPr>
            <w:tcW w:w="1679" w:type="dxa"/>
          </w:tcPr>
          <w:p w14:paraId="76A690E3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F114AA0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Przyswaja i charakteryzuje sposoby rozwiązywania umów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850352">
              <w:rPr>
                <w:rFonts w:ascii="Corbel" w:hAnsi="Corbel"/>
                <w:sz w:val="24"/>
                <w:szCs w:val="24"/>
              </w:rPr>
              <w:t>o pracę</w:t>
            </w:r>
          </w:p>
        </w:tc>
        <w:tc>
          <w:tcPr>
            <w:tcW w:w="1865" w:type="dxa"/>
          </w:tcPr>
          <w:p w14:paraId="0568C73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1FAEB8BC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17FD7CEE" w14:textId="77777777" w:rsidTr="00CF7B84">
        <w:tc>
          <w:tcPr>
            <w:tcW w:w="1679" w:type="dxa"/>
          </w:tcPr>
          <w:p w14:paraId="32CD39F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06350D6D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3C50C286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Objaśnia różnice między umową o pracę,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a cywilnoprawnymi podstawami zatrudnienia</w:t>
            </w:r>
          </w:p>
        </w:tc>
        <w:tc>
          <w:tcPr>
            <w:tcW w:w="1865" w:type="dxa"/>
          </w:tcPr>
          <w:p w14:paraId="014363CD" w14:textId="77777777" w:rsidR="00A07434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K_W12</w:t>
            </w:r>
          </w:p>
          <w:p w14:paraId="1158702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K_W13,</w:t>
            </w:r>
          </w:p>
          <w:p w14:paraId="08D2BF31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1ABAE7C8" w14:textId="77777777" w:rsidTr="00CF7B84">
        <w:tc>
          <w:tcPr>
            <w:tcW w:w="1679" w:type="dxa"/>
          </w:tcPr>
          <w:p w14:paraId="72AE622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26F96B3F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podstawowe prawa i obowiązki stron stosunku pracy</w:t>
            </w:r>
          </w:p>
        </w:tc>
        <w:tc>
          <w:tcPr>
            <w:tcW w:w="1865" w:type="dxa"/>
          </w:tcPr>
          <w:p w14:paraId="49941AB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K_W05</w:t>
            </w:r>
          </w:p>
          <w:p w14:paraId="51D2B01B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1EB8E70C" w14:textId="77777777" w:rsidTr="00CF7B84">
        <w:tc>
          <w:tcPr>
            <w:tcW w:w="1679" w:type="dxa"/>
          </w:tcPr>
          <w:p w14:paraId="0F5AB3AF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25ABF3C1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rodzaje odpowiedzialności pracowników na gruncie prawa pracy</w:t>
            </w:r>
          </w:p>
        </w:tc>
        <w:tc>
          <w:tcPr>
            <w:tcW w:w="1865" w:type="dxa"/>
          </w:tcPr>
          <w:p w14:paraId="50B2E8E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7A9E1C8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3F2BA169" w14:textId="77777777" w:rsidTr="00CF7B84">
        <w:tc>
          <w:tcPr>
            <w:tcW w:w="1679" w:type="dxa"/>
          </w:tcPr>
          <w:p w14:paraId="36846AD6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1103656B" w14:textId="1054A943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Wskazuje zakres regulacji prawnych dotyczących </w:t>
            </w:r>
            <w:r w:rsidR="00D46C55">
              <w:rPr>
                <w:rFonts w:ascii="Corbel" w:hAnsi="Corbel"/>
                <w:sz w:val="24"/>
                <w:szCs w:val="24"/>
              </w:rPr>
              <w:t xml:space="preserve">zbiorowego 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prawa </w:t>
            </w:r>
            <w:r w:rsidR="00D46C55">
              <w:rPr>
                <w:rFonts w:ascii="Corbel" w:hAnsi="Corbel"/>
                <w:sz w:val="24"/>
                <w:szCs w:val="24"/>
              </w:rPr>
              <w:t>pracy</w:t>
            </w:r>
          </w:p>
        </w:tc>
        <w:tc>
          <w:tcPr>
            <w:tcW w:w="1865" w:type="dxa"/>
          </w:tcPr>
          <w:p w14:paraId="4A566CE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  </w:t>
            </w:r>
          </w:p>
          <w:p w14:paraId="709C81C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0886689" w14:textId="77777777" w:rsidTr="00CF7B84">
        <w:tc>
          <w:tcPr>
            <w:tcW w:w="1679" w:type="dxa"/>
          </w:tcPr>
          <w:p w14:paraId="07DC0533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1EC03704" w14:textId="79D52202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Zna i charakteryzuje </w:t>
            </w:r>
            <w:r w:rsidR="00D46C55">
              <w:rPr>
                <w:rFonts w:ascii="Corbel" w:hAnsi="Corbel"/>
                <w:sz w:val="24"/>
                <w:szCs w:val="24"/>
              </w:rPr>
              <w:t>źródła zbiorowego prawa pracy</w:t>
            </w:r>
          </w:p>
        </w:tc>
        <w:tc>
          <w:tcPr>
            <w:tcW w:w="1865" w:type="dxa"/>
          </w:tcPr>
          <w:p w14:paraId="4F0B64DA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0328D538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0839505F" w14:textId="77777777" w:rsidTr="00CF7B84">
        <w:tc>
          <w:tcPr>
            <w:tcW w:w="1679" w:type="dxa"/>
          </w:tcPr>
          <w:p w14:paraId="1BD28185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6" w:type="dxa"/>
          </w:tcPr>
          <w:p w14:paraId="75BF9D6F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istotę prawa koalicji i metody rozwiązywania sporów zbiorowych</w:t>
            </w:r>
          </w:p>
        </w:tc>
        <w:tc>
          <w:tcPr>
            <w:tcW w:w="1865" w:type="dxa"/>
          </w:tcPr>
          <w:p w14:paraId="5307AE8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68BF269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37B7C184" w14:textId="77777777" w:rsidTr="00CF7B84">
        <w:tc>
          <w:tcPr>
            <w:tcW w:w="1679" w:type="dxa"/>
          </w:tcPr>
          <w:p w14:paraId="19CCFF3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 11</w:t>
            </w:r>
          </w:p>
        </w:tc>
        <w:tc>
          <w:tcPr>
            <w:tcW w:w="5976" w:type="dxa"/>
          </w:tcPr>
          <w:p w14:paraId="68689FE0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865" w:type="dxa"/>
          </w:tcPr>
          <w:p w14:paraId="10CA309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A07434" w:rsidRPr="009C54AE" w14:paraId="4E49408F" w14:textId="77777777" w:rsidTr="00CF7B84">
        <w:tc>
          <w:tcPr>
            <w:tcW w:w="1679" w:type="dxa"/>
          </w:tcPr>
          <w:p w14:paraId="1F87AD90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6" w:type="dxa"/>
          </w:tcPr>
          <w:p w14:paraId="331A212A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Przygotowuje pisma w zakresie nawiązania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rozwiązania umowy o pracę</w:t>
            </w:r>
          </w:p>
        </w:tc>
        <w:tc>
          <w:tcPr>
            <w:tcW w:w="1865" w:type="dxa"/>
          </w:tcPr>
          <w:p w14:paraId="0C77166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K_U09</w:t>
            </w:r>
          </w:p>
          <w:p w14:paraId="4FA37EEE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61D95E3" w14:textId="77777777" w:rsidTr="00CF7B84">
        <w:tc>
          <w:tcPr>
            <w:tcW w:w="1679" w:type="dxa"/>
          </w:tcPr>
          <w:p w14:paraId="6B3E8E7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6" w:type="dxa"/>
          </w:tcPr>
          <w:p w14:paraId="59EBF68B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Potrafi dochodzić swoich praw gwarantowanych przez regulacje prawne</w:t>
            </w:r>
          </w:p>
        </w:tc>
        <w:tc>
          <w:tcPr>
            <w:tcW w:w="1865" w:type="dxa"/>
          </w:tcPr>
          <w:p w14:paraId="4C5E1CD2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K_U02, </w:t>
            </w:r>
          </w:p>
          <w:p w14:paraId="5184747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  <w:p w14:paraId="6174BA5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73549208" w14:textId="77777777" w:rsidTr="00CF7B84">
        <w:tc>
          <w:tcPr>
            <w:tcW w:w="1679" w:type="dxa"/>
          </w:tcPr>
          <w:p w14:paraId="480C1016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6" w:type="dxa"/>
          </w:tcPr>
          <w:p w14:paraId="11D2080B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Analizuje regulacje prawne w zakresie praw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obowiązków stron stosunku pracy</w:t>
            </w:r>
          </w:p>
        </w:tc>
        <w:tc>
          <w:tcPr>
            <w:tcW w:w="1865" w:type="dxa"/>
          </w:tcPr>
          <w:p w14:paraId="418B3EA0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15EE558C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F6C5DA4" w14:textId="77777777" w:rsidTr="00CF7B84">
        <w:tc>
          <w:tcPr>
            <w:tcW w:w="1679" w:type="dxa"/>
          </w:tcPr>
          <w:p w14:paraId="0E732343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6" w:type="dxa"/>
          </w:tcPr>
          <w:p w14:paraId="721C799C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Rozwiązuje samodzielnie podstawowe problemy prawne w oparciu przyswojoną wiedzę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zdobyte umiejętności w zakresie analizy omówionych regulacji prawnych</w:t>
            </w:r>
          </w:p>
        </w:tc>
        <w:tc>
          <w:tcPr>
            <w:tcW w:w="1865" w:type="dxa"/>
          </w:tcPr>
          <w:p w14:paraId="49723F52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K_U03, </w:t>
            </w:r>
          </w:p>
          <w:p w14:paraId="3EF40B20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K_U04, </w:t>
            </w:r>
          </w:p>
          <w:p w14:paraId="335B986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K_U05, </w:t>
            </w:r>
          </w:p>
          <w:p w14:paraId="5BF26FB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K_U06, </w:t>
            </w:r>
          </w:p>
          <w:p w14:paraId="7EB4F0E8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K_U10, </w:t>
            </w:r>
          </w:p>
          <w:p w14:paraId="7E8AF94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K_U12, </w:t>
            </w:r>
          </w:p>
          <w:p w14:paraId="348A0285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K_U13, </w:t>
            </w:r>
          </w:p>
          <w:p w14:paraId="2D8F672F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K_U15</w:t>
            </w:r>
          </w:p>
          <w:p w14:paraId="717638C2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475DDBD" w14:textId="77777777" w:rsidTr="00CF7B84">
        <w:tc>
          <w:tcPr>
            <w:tcW w:w="1679" w:type="dxa"/>
          </w:tcPr>
          <w:p w14:paraId="5B513D76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6" w:type="dxa"/>
          </w:tcPr>
          <w:p w14:paraId="56AFAC63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Posługuje się ustawową terminologią używaną na gruncie prawa pracy</w:t>
            </w:r>
          </w:p>
        </w:tc>
        <w:tc>
          <w:tcPr>
            <w:tcW w:w="1865" w:type="dxa"/>
          </w:tcPr>
          <w:p w14:paraId="2C75279C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  <w:p w14:paraId="257D56C1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21A3839D" w14:textId="77777777" w:rsidTr="00CF7B84">
        <w:tc>
          <w:tcPr>
            <w:tcW w:w="1679" w:type="dxa"/>
          </w:tcPr>
          <w:p w14:paraId="48C87B45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976" w:type="dxa"/>
          </w:tcPr>
          <w:p w14:paraId="4E2DD737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Ma świadomość wpływu zmian polityczno – gospodarczych na kształtowanie regulacji prawnych z zakresu prawa pracy i skuteczność tych już istniejących</w:t>
            </w:r>
          </w:p>
        </w:tc>
        <w:tc>
          <w:tcPr>
            <w:tcW w:w="1865" w:type="dxa"/>
          </w:tcPr>
          <w:p w14:paraId="4FA627F4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  <w:p w14:paraId="3457A6B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0CD5D8CE" w14:textId="77777777" w:rsidTr="00CF7B84">
        <w:tc>
          <w:tcPr>
            <w:tcW w:w="1679" w:type="dxa"/>
          </w:tcPr>
          <w:p w14:paraId="18FCDC4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6" w:type="dxa"/>
          </w:tcPr>
          <w:p w14:paraId="379C4DA4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Posiada zdolność krytycznej oceny regulacji prawnych z  punktu widzenia ich skuteczności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w zakresie potrzeb stron stosunku pracy</w:t>
            </w:r>
          </w:p>
        </w:tc>
        <w:tc>
          <w:tcPr>
            <w:tcW w:w="1865" w:type="dxa"/>
          </w:tcPr>
          <w:p w14:paraId="025B53F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</w:p>
          <w:p w14:paraId="04B1C85C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  <w:p w14:paraId="336034C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602EFE21" w14:textId="77777777" w:rsidTr="00CF7B84">
        <w:tc>
          <w:tcPr>
            <w:tcW w:w="1679" w:type="dxa"/>
          </w:tcPr>
          <w:p w14:paraId="02EB209B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6" w:type="dxa"/>
          </w:tcPr>
          <w:p w14:paraId="114E9A43" w14:textId="77777777" w:rsidR="00A07434" w:rsidRPr="008428B6" w:rsidRDefault="00A07434" w:rsidP="00CF7B84">
            <w:pPr>
              <w:rPr>
                <w:rFonts w:ascii="Corbel" w:hAnsi="Corbel"/>
                <w:bCs/>
                <w:sz w:val="24"/>
                <w:szCs w:val="24"/>
              </w:rPr>
            </w:pPr>
            <w:r w:rsidRPr="008428B6">
              <w:rPr>
                <w:rFonts w:ascii="Corbel" w:hAnsi="Corbel"/>
                <w:bCs/>
                <w:sz w:val="24"/>
                <w:szCs w:val="24"/>
              </w:rPr>
              <w:t>Ma świadomość społecznego znaczenia zawodu prawnika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i zasad etycznych</w:t>
            </w:r>
          </w:p>
        </w:tc>
        <w:tc>
          <w:tcPr>
            <w:tcW w:w="1865" w:type="dxa"/>
          </w:tcPr>
          <w:p w14:paraId="0F80C42A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4 </w:t>
            </w:r>
          </w:p>
          <w:p w14:paraId="59F23A7D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CBAAA9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6719A2EA" w14:textId="77777777" w:rsidTr="00CF7B84">
        <w:tc>
          <w:tcPr>
            <w:tcW w:w="1679" w:type="dxa"/>
          </w:tcPr>
          <w:p w14:paraId="05D8165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976" w:type="dxa"/>
          </w:tcPr>
          <w:p w14:paraId="4DDD3BED" w14:textId="77777777" w:rsidR="00A07434" w:rsidRPr="008428B6" w:rsidRDefault="00A07434" w:rsidP="00CF7B84">
            <w:pPr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Szanuje poglądy innych</w:t>
            </w:r>
          </w:p>
        </w:tc>
        <w:tc>
          <w:tcPr>
            <w:tcW w:w="1865" w:type="dxa"/>
          </w:tcPr>
          <w:p w14:paraId="3B50E1C4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</w:p>
          <w:p w14:paraId="28F200E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11D4D5CB" w14:textId="77777777" w:rsidTr="00CF7B84">
        <w:tc>
          <w:tcPr>
            <w:tcW w:w="1679" w:type="dxa"/>
          </w:tcPr>
          <w:p w14:paraId="5D8BD4A8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976" w:type="dxa"/>
          </w:tcPr>
          <w:p w14:paraId="586A0F37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postawę gotowości inicjowania działań </w:t>
            </w:r>
            <w:r w:rsidRPr="00850352">
              <w:rPr>
                <w:rFonts w:ascii="Corbel" w:eastAsia="Cambria" w:hAnsi="Corbel"/>
                <w:sz w:val="24"/>
                <w:szCs w:val="24"/>
              </w:rPr>
              <w:t>zmierzających do ochrony praw stron stosunku pracy</w:t>
            </w:r>
          </w:p>
        </w:tc>
        <w:tc>
          <w:tcPr>
            <w:tcW w:w="1865" w:type="dxa"/>
          </w:tcPr>
          <w:p w14:paraId="77D6972E" w14:textId="77777777" w:rsidR="00A07434" w:rsidRPr="00F55956" w:rsidRDefault="00A07434" w:rsidP="00CF7B84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E72B69E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2D1A931B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8A3BC9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248B14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F837E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84CD18" w14:textId="77777777" w:rsidR="00A07434" w:rsidRPr="009C54AE" w:rsidRDefault="00A07434" w:rsidP="00A0743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7BCCC16" w14:textId="77777777" w:rsidR="00A07434" w:rsidRDefault="00A07434" w:rsidP="00A0743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EE54F0" w14:textId="77777777" w:rsidR="00A07434" w:rsidRPr="009C54AE" w:rsidRDefault="00A07434" w:rsidP="00A0743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7938"/>
        <w:gridCol w:w="1560"/>
      </w:tblGrid>
      <w:tr w:rsidR="00A07434" w:rsidRPr="00663B5E" w14:paraId="15D5D078" w14:textId="77777777" w:rsidTr="00CF7B84">
        <w:tc>
          <w:tcPr>
            <w:tcW w:w="7938" w:type="dxa"/>
          </w:tcPr>
          <w:p w14:paraId="623D5912" w14:textId="77777777" w:rsidR="00A07434" w:rsidRPr="00D92A42" w:rsidRDefault="00A07434" w:rsidP="00CF7B84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  <w:tc>
          <w:tcPr>
            <w:tcW w:w="1560" w:type="dxa"/>
          </w:tcPr>
          <w:p w14:paraId="668EF83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Liczba godzin</w:t>
            </w:r>
          </w:p>
        </w:tc>
      </w:tr>
      <w:tr w:rsidR="00A07434" w:rsidRPr="002841DF" w14:paraId="31E8ED6F" w14:textId="77777777" w:rsidTr="00CF7B84">
        <w:tc>
          <w:tcPr>
            <w:tcW w:w="7938" w:type="dxa"/>
          </w:tcPr>
          <w:p w14:paraId="46AB47B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Pojęcie i geneza prawa pracy.</w:t>
            </w:r>
          </w:p>
        </w:tc>
        <w:tc>
          <w:tcPr>
            <w:tcW w:w="1560" w:type="dxa"/>
          </w:tcPr>
          <w:p w14:paraId="33E9F857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A07434" w14:paraId="02629EEA" w14:textId="77777777" w:rsidTr="00CF7B84">
        <w:tc>
          <w:tcPr>
            <w:tcW w:w="7938" w:type="dxa"/>
          </w:tcPr>
          <w:p w14:paraId="4FE98E45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Funkcje i zasady prawa pracy.</w:t>
            </w:r>
          </w:p>
        </w:tc>
        <w:tc>
          <w:tcPr>
            <w:tcW w:w="1560" w:type="dxa"/>
          </w:tcPr>
          <w:p w14:paraId="4E03C9D4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69F1F07F" w14:textId="77777777" w:rsidTr="00CF7B84">
        <w:tc>
          <w:tcPr>
            <w:tcW w:w="7938" w:type="dxa"/>
          </w:tcPr>
          <w:p w14:paraId="1C7722C5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Źródła prawa pracy. </w:t>
            </w:r>
          </w:p>
        </w:tc>
        <w:tc>
          <w:tcPr>
            <w:tcW w:w="1560" w:type="dxa"/>
          </w:tcPr>
          <w:p w14:paraId="217D960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6A889CB0" w14:textId="77777777" w:rsidTr="00CF7B84">
        <w:tc>
          <w:tcPr>
            <w:tcW w:w="7938" w:type="dxa"/>
          </w:tcPr>
          <w:p w14:paraId="01A42370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Stosunek pracy-charakterystyka. </w:t>
            </w:r>
          </w:p>
        </w:tc>
        <w:tc>
          <w:tcPr>
            <w:tcW w:w="1560" w:type="dxa"/>
          </w:tcPr>
          <w:p w14:paraId="10F0375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15AD04CE" w14:textId="77777777" w:rsidTr="00CF7B84">
        <w:tc>
          <w:tcPr>
            <w:tcW w:w="7938" w:type="dxa"/>
          </w:tcPr>
          <w:p w14:paraId="15EFF03B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Podstawy nawiązania stosunku pracy. </w:t>
            </w:r>
          </w:p>
        </w:tc>
        <w:tc>
          <w:tcPr>
            <w:tcW w:w="1560" w:type="dxa"/>
          </w:tcPr>
          <w:p w14:paraId="30DFD2F6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047DB35F" w14:textId="77777777" w:rsidTr="00CF7B84">
        <w:tc>
          <w:tcPr>
            <w:tcW w:w="7938" w:type="dxa"/>
          </w:tcPr>
          <w:p w14:paraId="299E19B8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Modyfikacja, rozwiązanie i wygaśnięcie stosunku pracy.</w:t>
            </w:r>
          </w:p>
        </w:tc>
        <w:tc>
          <w:tcPr>
            <w:tcW w:w="1560" w:type="dxa"/>
          </w:tcPr>
          <w:p w14:paraId="314D7B3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14:paraId="4B203DD6" w14:textId="77777777" w:rsidTr="00CF7B84">
        <w:tc>
          <w:tcPr>
            <w:tcW w:w="7938" w:type="dxa"/>
          </w:tcPr>
          <w:p w14:paraId="6556FFAD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Atypowe formy zatrudnienia</w:t>
            </w:r>
          </w:p>
        </w:tc>
        <w:tc>
          <w:tcPr>
            <w:tcW w:w="1560" w:type="dxa"/>
          </w:tcPr>
          <w:p w14:paraId="559B8A94" w14:textId="77777777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godz</w:t>
            </w:r>
          </w:p>
        </w:tc>
      </w:tr>
      <w:tr w:rsidR="00A07434" w14:paraId="778CBA5F" w14:textId="77777777" w:rsidTr="00CF7B84">
        <w:tc>
          <w:tcPr>
            <w:tcW w:w="7938" w:type="dxa"/>
          </w:tcPr>
          <w:p w14:paraId="2EF10E10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Wynagrodzenie za pracę.</w:t>
            </w:r>
          </w:p>
        </w:tc>
        <w:tc>
          <w:tcPr>
            <w:tcW w:w="1560" w:type="dxa"/>
          </w:tcPr>
          <w:p w14:paraId="70B5550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71BE65CF" w14:textId="77777777" w:rsidTr="00CF7B84">
        <w:tc>
          <w:tcPr>
            <w:tcW w:w="7938" w:type="dxa"/>
          </w:tcPr>
          <w:p w14:paraId="6CD6C904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Obowiązki stron stosunku pracy</w:t>
            </w:r>
          </w:p>
        </w:tc>
        <w:tc>
          <w:tcPr>
            <w:tcW w:w="1560" w:type="dxa"/>
          </w:tcPr>
          <w:p w14:paraId="06EA9E0F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6300C2D8" w14:textId="77777777" w:rsidTr="00CF7B84">
        <w:tc>
          <w:tcPr>
            <w:tcW w:w="7938" w:type="dxa"/>
          </w:tcPr>
          <w:p w14:paraId="3054B787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Odpowiedzialność materialna, porządkowa i dyscyplinarna pracownika. </w:t>
            </w:r>
          </w:p>
        </w:tc>
        <w:tc>
          <w:tcPr>
            <w:tcW w:w="1560" w:type="dxa"/>
          </w:tcPr>
          <w:p w14:paraId="3D117D4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3DFE10B2" w14:textId="77777777" w:rsidTr="00CF7B84">
        <w:tc>
          <w:tcPr>
            <w:tcW w:w="7938" w:type="dxa"/>
          </w:tcPr>
          <w:p w14:paraId="2F3FCA70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Czas pracy. </w:t>
            </w:r>
          </w:p>
        </w:tc>
        <w:tc>
          <w:tcPr>
            <w:tcW w:w="1560" w:type="dxa"/>
          </w:tcPr>
          <w:p w14:paraId="3D45E8B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33983404" w14:textId="77777777" w:rsidTr="00CF7B84">
        <w:tc>
          <w:tcPr>
            <w:tcW w:w="7938" w:type="dxa"/>
          </w:tcPr>
          <w:p w14:paraId="56D3506F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Urlopy pracownicze.</w:t>
            </w:r>
          </w:p>
        </w:tc>
        <w:tc>
          <w:tcPr>
            <w:tcW w:w="1560" w:type="dxa"/>
          </w:tcPr>
          <w:p w14:paraId="03C18F04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16DC9B29" w14:textId="77777777" w:rsidTr="00CF7B84">
        <w:tc>
          <w:tcPr>
            <w:tcW w:w="7938" w:type="dxa"/>
          </w:tcPr>
          <w:p w14:paraId="711053B1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Ochrona rodzicielstwa. </w:t>
            </w:r>
          </w:p>
        </w:tc>
        <w:tc>
          <w:tcPr>
            <w:tcW w:w="1560" w:type="dxa"/>
          </w:tcPr>
          <w:p w14:paraId="1A67B021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5CFDEE55" w14:textId="77777777" w:rsidTr="00CF7B84">
        <w:tc>
          <w:tcPr>
            <w:tcW w:w="7938" w:type="dxa"/>
          </w:tcPr>
          <w:p w14:paraId="28393E13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Ochrona pracowników młodocianych. </w:t>
            </w:r>
          </w:p>
        </w:tc>
        <w:tc>
          <w:tcPr>
            <w:tcW w:w="1560" w:type="dxa"/>
          </w:tcPr>
          <w:p w14:paraId="370F320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5F4F7F52" w14:textId="77777777" w:rsidTr="00CF7B84">
        <w:tc>
          <w:tcPr>
            <w:tcW w:w="7938" w:type="dxa"/>
          </w:tcPr>
          <w:p w14:paraId="14AD25E6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Źródła zbiorowego prawa pracy</w:t>
            </w: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   </w:t>
            </w:r>
          </w:p>
          <w:p w14:paraId="5193951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25CA5C9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14:paraId="11E2FA1D" w14:textId="77777777" w:rsidTr="00CF7B84">
        <w:tc>
          <w:tcPr>
            <w:tcW w:w="7938" w:type="dxa"/>
          </w:tcPr>
          <w:p w14:paraId="07D464E7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Prawo związków zawodowych</w:t>
            </w:r>
          </w:p>
        </w:tc>
        <w:tc>
          <w:tcPr>
            <w:tcW w:w="1560" w:type="dxa"/>
          </w:tcPr>
          <w:p w14:paraId="7A2FABE9" w14:textId="02053268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="00A07434" w14:paraId="12D59427" w14:textId="77777777" w:rsidTr="00CF7B84">
        <w:tc>
          <w:tcPr>
            <w:tcW w:w="7938" w:type="dxa"/>
          </w:tcPr>
          <w:p w14:paraId="4BA1F6BD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Prawo organizacji pracodawców</w:t>
            </w:r>
          </w:p>
        </w:tc>
        <w:tc>
          <w:tcPr>
            <w:tcW w:w="1560" w:type="dxa"/>
          </w:tcPr>
          <w:p w14:paraId="1F838016" w14:textId="28CA5DAC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14:paraId="3E1CF0E8" w14:textId="77777777" w:rsidTr="00CF7B84">
        <w:tc>
          <w:tcPr>
            <w:tcW w:w="7938" w:type="dxa"/>
          </w:tcPr>
          <w:p w14:paraId="26A14C93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Rady pracowników i ich uprawnienia</w:t>
            </w:r>
          </w:p>
        </w:tc>
        <w:tc>
          <w:tcPr>
            <w:tcW w:w="1560" w:type="dxa"/>
          </w:tcPr>
          <w:p w14:paraId="150363EB" w14:textId="42499339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A07434" w14:paraId="05F525C0" w14:textId="77777777" w:rsidTr="00CF7B84">
        <w:tc>
          <w:tcPr>
            <w:tcW w:w="7938" w:type="dxa"/>
          </w:tcPr>
          <w:p w14:paraId="7752D982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Spory zbiorowe</w:t>
            </w:r>
          </w:p>
        </w:tc>
        <w:tc>
          <w:tcPr>
            <w:tcW w:w="1560" w:type="dxa"/>
          </w:tcPr>
          <w:p w14:paraId="406F3947" w14:textId="738E7E37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14:paraId="1FC5E5E4" w14:textId="77777777" w:rsidTr="00CF7B84">
        <w:tc>
          <w:tcPr>
            <w:tcW w:w="7938" w:type="dxa"/>
          </w:tcPr>
          <w:p w14:paraId="28B5D8C5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1560" w:type="dxa"/>
          </w:tcPr>
          <w:p w14:paraId="6349C2E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6</w:t>
            </w:r>
            <w:r w:rsidRPr="00D92A42">
              <w:rPr>
                <w:rFonts w:ascii="Corbel" w:hAnsi="Corbel"/>
                <w:b/>
                <w:sz w:val="24"/>
                <w:szCs w:val="24"/>
              </w:rPr>
              <w:t>0 godz.</w:t>
            </w:r>
          </w:p>
        </w:tc>
      </w:tr>
    </w:tbl>
    <w:p w14:paraId="06111F7E" w14:textId="77777777" w:rsidR="00A07434" w:rsidRPr="009C54AE" w:rsidRDefault="00A07434" w:rsidP="00A07434">
      <w:pPr>
        <w:spacing w:after="0" w:line="240" w:lineRule="auto"/>
        <w:rPr>
          <w:rFonts w:ascii="Corbel" w:hAnsi="Corbel"/>
          <w:sz w:val="24"/>
          <w:szCs w:val="24"/>
        </w:rPr>
      </w:pPr>
    </w:p>
    <w:p w14:paraId="59F1D912" w14:textId="77777777" w:rsidR="00A07434" w:rsidRPr="001B59B6" w:rsidRDefault="00A07434" w:rsidP="00A0743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B59B6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7938"/>
        <w:gridCol w:w="1560"/>
      </w:tblGrid>
      <w:tr w:rsidR="00A07434" w:rsidRPr="00D92A42" w14:paraId="69DFE714" w14:textId="77777777" w:rsidTr="00CF7B84">
        <w:trPr>
          <w:trHeight w:val="731"/>
        </w:trPr>
        <w:tc>
          <w:tcPr>
            <w:tcW w:w="7938" w:type="dxa"/>
          </w:tcPr>
          <w:p w14:paraId="2E217F80" w14:textId="77777777" w:rsidR="00A07434" w:rsidRPr="00D92A42" w:rsidRDefault="00A07434" w:rsidP="00CF7B84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  <w:tc>
          <w:tcPr>
            <w:tcW w:w="1560" w:type="dxa"/>
          </w:tcPr>
          <w:p w14:paraId="562523EC" w14:textId="77777777" w:rsidR="00A07434" w:rsidRPr="00D92A42" w:rsidRDefault="00A07434" w:rsidP="00CF7B84">
            <w:pPr>
              <w:spacing w:after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Liczba godzin</w:t>
            </w:r>
          </w:p>
        </w:tc>
      </w:tr>
      <w:tr w:rsidR="00A07434" w:rsidRPr="00D92A42" w14:paraId="14F5083A" w14:textId="77777777" w:rsidTr="00CF7B84">
        <w:tc>
          <w:tcPr>
            <w:tcW w:w="9498" w:type="dxa"/>
            <w:gridSpan w:val="2"/>
          </w:tcPr>
          <w:p w14:paraId="4DB0DC02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Semestr zimowy:</w:t>
            </w:r>
          </w:p>
        </w:tc>
      </w:tr>
      <w:tr w:rsidR="00A07434" w:rsidRPr="00D92A42" w14:paraId="07D7A474" w14:textId="77777777" w:rsidTr="00CF7B84">
        <w:tc>
          <w:tcPr>
            <w:tcW w:w="7938" w:type="dxa"/>
          </w:tcPr>
          <w:p w14:paraId="17496833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Pojęcie, funkcje i zasady prawa pracy.</w:t>
            </w:r>
          </w:p>
        </w:tc>
        <w:tc>
          <w:tcPr>
            <w:tcW w:w="1560" w:type="dxa"/>
          </w:tcPr>
          <w:p w14:paraId="762F18CF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0B89E706" w14:textId="77777777" w:rsidTr="00CF7B84">
        <w:trPr>
          <w:trHeight w:val="389"/>
        </w:trPr>
        <w:tc>
          <w:tcPr>
            <w:tcW w:w="7938" w:type="dxa"/>
          </w:tcPr>
          <w:p w14:paraId="76CCB54D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Źródła prawa pracy.</w:t>
            </w:r>
          </w:p>
        </w:tc>
        <w:tc>
          <w:tcPr>
            <w:tcW w:w="1560" w:type="dxa"/>
          </w:tcPr>
          <w:p w14:paraId="26544FE6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62C2ACDA" w14:textId="77777777" w:rsidTr="00CF7B84">
        <w:tc>
          <w:tcPr>
            <w:tcW w:w="7938" w:type="dxa"/>
          </w:tcPr>
          <w:p w14:paraId="44709B0F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Stosunek pracy:</w:t>
            </w:r>
          </w:p>
          <w:p w14:paraId="2EF96C09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ogólna charakterystyka, pojęcie pracownika i pracodawcy,</w:t>
            </w:r>
          </w:p>
          <w:p w14:paraId="31B26A17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stosunek pracy a zatrudnienie cywilnoprawne,</w:t>
            </w:r>
          </w:p>
          <w:p w14:paraId="249CBF83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podstawy nawiązania stosunku pracy z uwzględnieniem powołania, mianowania, wyboru i spółdzielczej umowy o pracę,</w:t>
            </w:r>
          </w:p>
          <w:p w14:paraId="2C6BBF2F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lastRenderedPageBreak/>
              <w:t>- modyfikacja, rozwiązanie i wygaśnięcie stosunku pracy,</w:t>
            </w:r>
          </w:p>
          <w:p w14:paraId="3C924990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roszczenia związane z niezgodnym z prawem rozwiązania stosunku pracy,</w:t>
            </w:r>
          </w:p>
          <w:p w14:paraId="531CEAD5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procedura zwolnień grupowych,</w:t>
            </w:r>
          </w:p>
          <w:p w14:paraId="1769DF33" w14:textId="3288AA15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praca zdalna</w:t>
            </w:r>
            <w:r w:rsidRPr="00D92A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53A457A1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lastRenderedPageBreak/>
              <w:t>12 godz.</w:t>
            </w:r>
          </w:p>
        </w:tc>
      </w:tr>
      <w:tr w:rsidR="00A07434" w:rsidRPr="00D92A42" w14:paraId="587A25E9" w14:textId="77777777" w:rsidTr="00CF7B84">
        <w:tc>
          <w:tcPr>
            <w:tcW w:w="7938" w:type="dxa"/>
          </w:tcPr>
          <w:p w14:paraId="616E2094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Samodzielne sporządzanie oświadczeń woli w zakresie nawiązania i rozwiązania stosunku pracy.</w:t>
            </w:r>
          </w:p>
        </w:tc>
        <w:tc>
          <w:tcPr>
            <w:tcW w:w="1560" w:type="dxa"/>
          </w:tcPr>
          <w:p w14:paraId="58E4B17E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663F8DF2" w14:textId="77777777" w:rsidTr="00CF7B84">
        <w:tc>
          <w:tcPr>
            <w:tcW w:w="7938" w:type="dxa"/>
          </w:tcPr>
          <w:p w14:paraId="610D2E24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Wynagrodzenie za pracę.</w:t>
            </w:r>
          </w:p>
        </w:tc>
        <w:tc>
          <w:tcPr>
            <w:tcW w:w="1560" w:type="dxa"/>
          </w:tcPr>
          <w:p w14:paraId="51AFF464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08FFEBF9" w14:textId="77777777" w:rsidTr="00CF7B84">
        <w:tc>
          <w:tcPr>
            <w:tcW w:w="7938" w:type="dxa"/>
          </w:tcPr>
          <w:p w14:paraId="2F357327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Przeciwdziałanie mobbingowi i dyskryminacji w zatrudnieniu.</w:t>
            </w:r>
          </w:p>
        </w:tc>
        <w:tc>
          <w:tcPr>
            <w:tcW w:w="1560" w:type="dxa"/>
          </w:tcPr>
          <w:p w14:paraId="308F6AC6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396A612E" w14:textId="77777777" w:rsidTr="00CF7B84">
        <w:tc>
          <w:tcPr>
            <w:tcW w:w="7938" w:type="dxa"/>
          </w:tcPr>
          <w:p w14:paraId="5D0C7237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Podstawowe obowiązki pracodawcy i pracownika:</w:t>
            </w:r>
          </w:p>
          <w:p w14:paraId="4186A21D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dokumentacja pracownicza, świadectwo pracy,</w:t>
            </w:r>
          </w:p>
          <w:p w14:paraId="65060F38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pracowniczy zakaz konkurencji,</w:t>
            </w:r>
          </w:p>
          <w:p w14:paraId="3482CBA2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podnoszenie kwalifikacji zawodowych.</w:t>
            </w:r>
          </w:p>
        </w:tc>
        <w:tc>
          <w:tcPr>
            <w:tcW w:w="1560" w:type="dxa"/>
          </w:tcPr>
          <w:p w14:paraId="18CADC19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3 godz.</w:t>
            </w:r>
          </w:p>
        </w:tc>
      </w:tr>
      <w:tr w:rsidR="00A07434" w:rsidRPr="00D92A42" w14:paraId="266CC37E" w14:textId="77777777" w:rsidTr="00CF7B84">
        <w:tc>
          <w:tcPr>
            <w:tcW w:w="7938" w:type="dxa"/>
          </w:tcPr>
          <w:p w14:paraId="411F0118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porządkowa i dyscyplinarna pracowników.</w:t>
            </w:r>
          </w:p>
        </w:tc>
        <w:tc>
          <w:tcPr>
            <w:tcW w:w="1560" w:type="dxa"/>
          </w:tcPr>
          <w:p w14:paraId="5D79D853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:rsidRPr="00D92A42" w14:paraId="1C2BB99E" w14:textId="77777777" w:rsidTr="00CF7B84">
        <w:tc>
          <w:tcPr>
            <w:tcW w:w="7938" w:type="dxa"/>
          </w:tcPr>
          <w:p w14:paraId="35947C5C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materialna pracowników.</w:t>
            </w:r>
          </w:p>
        </w:tc>
        <w:tc>
          <w:tcPr>
            <w:tcW w:w="1560" w:type="dxa"/>
          </w:tcPr>
          <w:p w14:paraId="1C73A91F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18A55D24" w14:textId="77777777" w:rsidTr="00CF7B84">
        <w:tc>
          <w:tcPr>
            <w:tcW w:w="7938" w:type="dxa"/>
          </w:tcPr>
          <w:p w14:paraId="547CB472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Pisemne sprawdzenie wiedzy.</w:t>
            </w:r>
          </w:p>
        </w:tc>
        <w:tc>
          <w:tcPr>
            <w:tcW w:w="1560" w:type="dxa"/>
          </w:tcPr>
          <w:p w14:paraId="4F234F48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A07434" w:rsidRPr="00D92A42" w14:paraId="76AF091F" w14:textId="77777777" w:rsidTr="00CF7B84">
        <w:tc>
          <w:tcPr>
            <w:tcW w:w="9498" w:type="dxa"/>
            <w:gridSpan w:val="2"/>
          </w:tcPr>
          <w:p w14:paraId="1AF2FBB5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Semestr letni:</w:t>
            </w:r>
          </w:p>
        </w:tc>
      </w:tr>
      <w:tr w:rsidR="00A07434" w:rsidRPr="00D92A42" w14:paraId="2B69F126" w14:textId="77777777" w:rsidTr="00CF7B84">
        <w:tc>
          <w:tcPr>
            <w:tcW w:w="7938" w:type="dxa"/>
          </w:tcPr>
          <w:p w14:paraId="33FDD735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Czas pracy</w:t>
            </w:r>
          </w:p>
        </w:tc>
        <w:tc>
          <w:tcPr>
            <w:tcW w:w="1560" w:type="dxa"/>
          </w:tcPr>
          <w:p w14:paraId="2C35EA4A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="00A07434" w:rsidRPr="00D92A42" w14:paraId="6A17ECF4" w14:textId="77777777" w:rsidTr="00CF7B84">
        <w:tc>
          <w:tcPr>
            <w:tcW w:w="7938" w:type="dxa"/>
          </w:tcPr>
          <w:p w14:paraId="1A551799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Urlopy pracownicze</w:t>
            </w:r>
          </w:p>
        </w:tc>
        <w:tc>
          <w:tcPr>
            <w:tcW w:w="1560" w:type="dxa"/>
          </w:tcPr>
          <w:p w14:paraId="4D77056C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6BCB4911" w14:textId="77777777" w:rsidTr="00CF7B84">
        <w:tc>
          <w:tcPr>
            <w:tcW w:w="7938" w:type="dxa"/>
          </w:tcPr>
          <w:p w14:paraId="32EA3BFC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Uprawnienia pracowników związane z rodzicielstwem</w:t>
            </w:r>
          </w:p>
        </w:tc>
        <w:tc>
          <w:tcPr>
            <w:tcW w:w="1560" w:type="dxa"/>
          </w:tcPr>
          <w:p w14:paraId="5F0C093D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01A5CAF9" w14:textId="77777777" w:rsidTr="00CF7B84">
        <w:tc>
          <w:tcPr>
            <w:tcW w:w="7938" w:type="dxa"/>
          </w:tcPr>
          <w:p w14:paraId="70BEFE32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Ochrona pracowników  młodocianych i zatrudnianie dzieci.</w:t>
            </w:r>
          </w:p>
        </w:tc>
        <w:tc>
          <w:tcPr>
            <w:tcW w:w="1560" w:type="dxa"/>
          </w:tcPr>
          <w:p w14:paraId="6A2AA917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2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:rsidRPr="00D92A42" w14:paraId="239A92CB" w14:textId="77777777" w:rsidTr="00CF7B84">
        <w:tc>
          <w:tcPr>
            <w:tcW w:w="7938" w:type="dxa"/>
          </w:tcPr>
          <w:p w14:paraId="50687059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Wykroczenia przeciwko prawo pracowniczym.</w:t>
            </w:r>
          </w:p>
        </w:tc>
        <w:tc>
          <w:tcPr>
            <w:tcW w:w="1560" w:type="dxa"/>
          </w:tcPr>
          <w:p w14:paraId="51AAE185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:rsidRPr="00D92A42" w14:paraId="38721A5C" w14:textId="77777777" w:rsidTr="00CF7B84">
        <w:tc>
          <w:tcPr>
            <w:tcW w:w="7938" w:type="dxa"/>
          </w:tcPr>
          <w:p w14:paraId="7BFE49AA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Przygotowanie wybranych pism procesowych z zakresu prawa pracy</w:t>
            </w:r>
          </w:p>
        </w:tc>
        <w:tc>
          <w:tcPr>
            <w:tcW w:w="1560" w:type="dxa"/>
          </w:tcPr>
          <w:p w14:paraId="655CE961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:rsidRPr="00D92A42" w14:paraId="18149F8C" w14:textId="77777777" w:rsidTr="00CF7B84">
        <w:tc>
          <w:tcPr>
            <w:tcW w:w="7938" w:type="dxa"/>
          </w:tcPr>
          <w:p w14:paraId="0C6A1963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Wybrane zagadnienia z zakresu zbiorowego prawa pracy:</w:t>
            </w:r>
          </w:p>
          <w:p w14:paraId="5D5C95E6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układy zbiorowe pracy,</w:t>
            </w:r>
          </w:p>
          <w:p w14:paraId="43EF7577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rozwiązywanie sporów zbiorowych,</w:t>
            </w:r>
          </w:p>
          <w:p w14:paraId="547A390F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pojęcie, tryb i tworzenie organizacji związkowych,</w:t>
            </w:r>
          </w:p>
          <w:p w14:paraId="6FEBE4B0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pojęcie, tryb i tworzenie organizacji pracodawców,</w:t>
            </w:r>
          </w:p>
          <w:p w14:paraId="47B137E3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rady pracownicze – tworzenie i kompetencje.</w:t>
            </w:r>
          </w:p>
        </w:tc>
        <w:tc>
          <w:tcPr>
            <w:tcW w:w="1560" w:type="dxa"/>
          </w:tcPr>
          <w:p w14:paraId="74B9D45B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:rsidRPr="00D92A42" w14:paraId="1DC59307" w14:textId="77777777" w:rsidTr="00CF7B84">
        <w:tc>
          <w:tcPr>
            <w:tcW w:w="7938" w:type="dxa"/>
          </w:tcPr>
          <w:p w14:paraId="6A397454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Pisemne sprawdzanie wiedzy.</w:t>
            </w:r>
          </w:p>
        </w:tc>
        <w:tc>
          <w:tcPr>
            <w:tcW w:w="1560" w:type="dxa"/>
          </w:tcPr>
          <w:p w14:paraId="3930BCBE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A07434" w:rsidRPr="00D92A42" w14:paraId="12337DE2" w14:textId="77777777" w:rsidTr="00CF7B84">
        <w:tc>
          <w:tcPr>
            <w:tcW w:w="7938" w:type="dxa"/>
          </w:tcPr>
          <w:p w14:paraId="3FA62A64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1560" w:type="dxa"/>
          </w:tcPr>
          <w:p w14:paraId="64B516AB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60 godzin.</w:t>
            </w:r>
          </w:p>
        </w:tc>
      </w:tr>
    </w:tbl>
    <w:p w14:paraId="5C70FFD2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130862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35836C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FFAEC2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0313A" w14:textId="77777777" w:rsidR="00A07434" w:rsidRDefault="00A07434" w:rsidP="00A07434">
      <w:pPr>
        <w:spacing w:after="0" w:line="240" w:lineRule="auto"/>
        <w:jc w:val="both"/>
        <w:rPr>
          <w:rFonts w:eastAsia="Cambria"/>
          <w:sz w:val="24"/>
          <w:szCs w:val="24"/>
        </w:rPr>
      </w:pPr>
      <w:r w:rsidRPr="00BE1954">
        <w:rPr>
          <w:rFonts w:eastAsia="Cambria"/>
          <w:sz w:val="24"/>
          <w:szCs w:val="24"/>
        </w:rPr>
        <w:t>Wykład</w:t>
      </w:r>
      <w:r>
        <w:rPr>
          <w:rFonts w:eastAsia="Cambria"/>
          <w:sz w:val="24"/>
          <w:szCs w:val="24"/>
        </w:rPr>
        <w:t xml:space="preserve"> konwersatoryjny</w:t>
      </w:r>
      <w:r w:rsidRPr="00BE1954">
        <w:rPr>
          <w:rFonts w:eastAsia="Cambria"/>
          <w:sz w:val="24"/>
          <w:szCs w:val="24"/>
        </w:rPr>
        <w:t>, dyskusja,</w:t>
      </w:r>
      <w:r>
        <w:rPr>
          <w:rFonts w:eastAsia="Cambria"/>
          <w:sz w:val="24"/>
          <w:szCs w:val="24"/>
        </w:rPr>
        <w:t xml:space="preserve"> debata,</w:t>
      </w:r>
      <w:r w:rsidRPr="00BE1954">
        <w:rPr>
          <w:rFonts w:eastAsia="Cambria"/>
          <w:sz w:val="24"/>
          <w:szCs w:val="24"/>
        </w:rPr>
        <w:t xml:space="preserve"> rozwiązywanie kazusów</w:t>
      </w:r>
      <w:r>
        <w:rPr>
          <w:rFonts w:eastAsia="Cambria"/>
          <w:sz w:val="24"/>
          <w:szCs w:val="24"/>
        </w:rPr>
        <w:t>, sporządzanie pism procesowych.</w:t>
      </w:r>
    </w:p>
    <w:p w14:paraId="08CD555E" w14:textId="77777777" w:rsidR="00A07434" w:rsidRDefault="00A07434" w:rsidP="00A07434">
      <w:pPr>
        <w:spacing w:after="0" w:line="240" w:lineRule="auto"/>
        <w:jc w:val="both"/>
        <w:rPr>
          <w:rFonts w:eastAsia="Cambria"/>
          <w:sz w:val="24"/>
          <w:szCs w:val="24"/>
        </w:rPr>
      </w:pPr>
    </w:p>
    <w:p w14:paraId="48509BB7" w14:textId="77777777" w:rsidR="00A07434" w:rsidRPr="007E6F34" w:rsidRDefault="00A07434" w:rsidP="00A07434">
      <w:pPr>
        <w:rPr>
          <w:b/>
          <w:smallCaps/>
          <w:sz w:val="24"/>
          <w:szCs w:val="24"/>
        </w:rPr>
      </w:pPr>
      <w:r w:rsidRPr="007E6F34">
        <w:rPr>
          <w:rFonts w:eastAsia="Cambria"/>
          <w:sz w:val="24"/>
          <w:szCs w:val="24"/>
        </w:rPr>
        <w:lastRenderedPageBreak/>
        <w:t xml:space="preserve">Ćwiczenia: </w:t>
      </w:r>
      <w:r w:rsidRPr="007E6F34">
        <w:rPr>
          <w:sz w:val="24"/>
          <w:szCs w:val="24"/>
        </w:rPr>
        <w:t>Metody stosowane na ćwiczeniach: analiza przepisów prawnych z zakresu omawianej tematyki, kazusy, dyskusja</w:t>
      </w:r>
      <w:r w:rsidRPr="007E6F34">
        <w:rPr>
          <w:b/>
          <w:smallCaps/>
          <w:sz w:val="24"/>
          <w:szCs w:val="24"/>
        </w:rPr>
        <w:t xml:space="preserve">, </w:t>
      </w:r>
      <w:r w:rsidRPr="007E6F34">
        <w:rPr>
          <w:sz w:val="24"/>
          <w:szCs w:val="24"/>
        </w:rPr>
        <w:t>metody kształcenia na odległość.</w:t>
      </w:r>
    </w:p>
    <w:p w14:paraId="57728788" w14:textId="77777777" w:rsidR="00A07434" w:rsidRPr="009C54AE" w:rsidRDefault="00A07434" w:rsidP="00A074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FC65441" w14:textId="77777777" w:rsidR="00A07434" w:rsidRPr="009C54AE" w:rsidRDefault="00A07434" w:rsidP="00A074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9B3860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BCE90E5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07434" w:rsidRPr="009C54AE" w14:paraId="4DC4F63D" w14:textId="77777777" w:rsidTr="00CF7B84">
        <w:tc>
          <w:tcPr>
            <w:tcW w:w="1985" w:type="dxa"/>
            <w:vAlign w:val="center"/>
          </w:tcPr>
          <w:p w14:paraId="5E9968BF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E545322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440620D5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267148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D4B231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7434" w:rsidRPr="009C54AE" w14:paraId="308DE3FD" w14:textId="77777777" w:rsidTr="00CF7B84">
        <w:tc>
          <w:tcPr>
            <w:tcW w:w="1985" w:type="dxa"/>
          </w:tcPr>
          <w:p w14:paraId="1827667E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 01-13</w:t>
            </w:r>
          </w:p>
        </w:tc>
        <w:tc>
          <w:tcPr>
            <w:tcW w:w="5528" w:type="dxa"/>
          </w:tcPr>
          <w:p w14:paraId="3A93AB91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850352">
              <w:rPr>
                <w:rFonts w:ascii="Corbel" w:hAnsi="Corbel"/>
                <w:sz w:val="24"/>
                <w:szCs w:val="24"/>
              </w:rPr>
              <w:t>isemne sprawdzenie wiedzy</w:t>
            </w:r>
          </w:p>
        </w:tc>
        <w:tc>
          <w:tcPr>
            <w:tcW w:w="2126" w:type="dxa"/>
          </w:tcPr>
          <w:p w14:paraId="4E29B191" w14:textId="77777777" w:rsidR="00A07434" w:rsidRPr="00AE3520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07434" w:rsidRPr="009C54AE" w14:paraId="07214AA5" w14:textId="77777777" w:rsidTr="00CF7B84">
        <w:tc>
          <w:tcPr>
            <w:tcW w:w="1985" w:type="dxa"/>
          </w:tcPr>
          <w:p w14:paraId="4E70325B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 14,15</w:t>
            </w:r>
          </w:p>
        </w:tc>
        <w:tc>
          <w:tcPr>
            <w:tcW w:w="5528" w:type="dxa"/>
          </w:tcPr>
          <w:p w14:paraId="4148B7E8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850352">
              <w:rPr>
                <w:rFonts w:ascii="Corbel" w:hAnsi="Corbel"/>
                <w:sz w:val="24"/>
                <w:szCs w:val="24"/>
              </w:rPr>
              <w:t>ozwiązywanie kazusów</w:t>
            </w:r>
          </w:p>
        </w:tc>
        <w:tc>
          <w:tcPr>
            <w:tcW w:w="2126" w:type="dxa"/>
          </w:tcPr>
          <w:p w14:paraId="1DC419DF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7434" w:rsidRPr="009C54AE" w14:paraId="346A97C5" w14:textId="77777777" w:rsidTr="00CF7B84">
        <w:tc>
          <w:tcPr>
            <w:tcW w:w="1985" w:type="dxa"/>
          </w:tcPr>
          <w:p w14:paraId="23394C1F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14:paraId="682A133B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isemne sprawdzenie wiedzy,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Pr="00850352">
              <w:rPr>
                <w:rFonts w:ascii="Corbel" w:hAnsi="Corbel"/>
                <w:sz w:val="24"/>
                <w:szCs w:val="24"/>
              </w:rPr>
              <w:t>yskusja, obserwacja w trakcie zajęć</w:t>
            </w:r>
          </w:p>
        </w:tc>
        <w:tc>
          <w:tcPr>
            <w:tcW w:w="2126" w:type="dxa"/>
          </w:tcPr>
          <w:p w14:paraId="3130B3B3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07434" w:rsidRPr="009C54AE" w14:paraId="5EF9BD4E" w14:textId="77777777" w:rsidTr="00CF7B84">
        <w:tc>
          <w:tcPr>
            <w:tcW w:w="1985" w:type="dxa"/>
          </w:tcPr>
          <w:p w14:paraId="784D2DD0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14:paraId="43E38F2E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debata,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ozwiązywanie </w:t>
            </w:r>
            <w:r>
              <w:rPr>
                <w:rFonts w:ascii="Corbel" w:hAnsi="Corbel"/>
                <w:sz w:val="24"/>
                <w:szCs w:val="24"/>
              </w:rPr>
              <w:t>ka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zusów,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26" w:type="dxa"/>
          </w:tcPr>
          <w:p w14:paraId="0BF8B30D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7434" w:rsidRPr="009C54AE" w14:paraId="37CF1AAB" w14:textId="77777777" w:rsidTr="00CF7B84">
        <w:tc>
          <w:tcPr>
            <w:tcW w:w="1985" w:type="dxa"/>
          </w:tcPr>
          <w:p w14:paraId="2DE05365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14:paraId="11EC1F6A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yskusja,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26" w:type="dxa"/>
          </w:tcPr>
          <w:p w14:paraId="2A7DD131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07434" w:rsidRPr="009C54AE" w14:paraId="2CF3B808" w14:textId="77777777" w:rsidTr="00CF7B84">
        <w:tc>
          <w:tcPr>
            <w:tcW w:w="1985" w:type="dxa"/>
          </w:tcPr>
          <w:p w14:paraId="1F3EF21B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14:paraId="4CDAC36F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850352">
              <w:rPr>
                <w:rFonts w:ascii="Corbel" w:hAnsi="Corbel"/>
                <w:sz w:val="24"/>
                <w:szCs w:val="24"/>
              </w:rPr>
              <w:t>yskusja, debata</w:t>
            </w:r>
          </w:p>
        </w:tc>
        <w:tc>
          <w:tcPr>
            <w:tcW w:w="2126" w:type="dxa"/>
          </w:tcPr>
          <w:p w14:paraId="7F885A0E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7434" w:rsidRPr="009C54AE" w14:paraId="478876AF" w14:textId="77777777" w:rsidTr="00CF7B84">
        <w:tc>
          <w:tcPr>
            <w:tcW w:w="1985" w:type="dxa"/>
          </w:tcPr>
          <w:p w14:paraId="1CE7E8F2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EK_20</w:t>
            </w:r>
          </w:p>
        </w:tc>
        <w:tc>
          <w:tcPr>
            <w:tcW w:w="5528" w:type="dxa"/>
          </w:tcPr>
          <w:p w14:paraId="07E03DD2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50352">
              <w:rPr>
                <w:rFonts w:ascii="Corbel" w:hAnsi="Corbel"/>
                <w:sz w:val="24"/>
                <w:szCs w:val="24"/>
              </w:rPr>
              <w:t>gzamin, pisemne sprawdzenie wiedzy</w:t>
            </w:r>
          </w:p>
        </w:tc>
        <w:tc>
          <w:tcPr>
            <w:tcW w:w="2126" w:type="dxa"/>
          </w:tcPr>
          <w:p w14:paraId="40B053B7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07434" w:rsidRPr="009C54AE" w14:paraId="2A7AB5C5" w14:textId="77777777" w:rsidTr="00CF7B84">
        <w:tc>
          <w:tcPr>
            <w:tcW w:w="1985" w:type="dxa"/>
          </w:tcPr>
          <w:p w14:paraId="593E044B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EK_21</w:t>
            </w:r>
          </w:p>
        </w:tc>
        <w:tc>
          <w:tcPr>
            <w:tcW w:w="5528" w:type="dxa"/>
          </w:tcPr>
          <w:p w14:paraId="3B37A097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procesowych, obserwacja w trakcie zajęć</w:t>
            </w:r>
          </w:p>
        </w:tc>
        <w:tc>
          <w:tcPr>
            <w:tcW w:w="2126" w:type="dxa"/>
          </w:tcPr>
          <w:p w14:paraId="6018978C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09C0D39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B42890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384E285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7434" w:rsidRPr="009C54AE" w14:paraId="5E1F6D3C" w14:textId="77777777" w:rsidTr="00CF7B84">
        <w:tc>
          <w:tcPr>
            <w:tcW w:w="9670" w:type="dxa"/>
          </w:tcPr>
          <w:p w14:paraId="5BF2E9B9" w14:textId="77777777" w:rsidR="00A07434" w:rsidRDefault="00A07434" w:rsidP="00CF7B84">
            <w:pPr>
              <w:rPr>
                <w:rFonts w:ascii="Corbel" w:hAnsi="Corbel"/>
                <w:sz w:val="24"/>
                <w:szCs w:val="24"/>
              </w:rPr>
            </w:pPr>
            <w:r w:rsidRPr="00AE3520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AE3520">
              <w:rPr>
                <w:rFonts w:ascii="Corbel" w:hAnsi="Corbel"/>
                <w:sz w:val="24"/>
                <w:szCs w:val="24"/>
              </w:rPr>
              <w:t xml:space="preserve">zamin </w:t>
            </w:r>
            <w:r>
              <w:rPr>
                <w:rFonts w:ascii="Corbel" w:hAnsi="Corbel"/>
                <w:sz w:val="24"/>
                <w:szCs w:val="24"/>
              </w:rPr>
              <w:t>: Test wielokrotnego wyboru składający się z 30 pytań zamkniętych</w:t>
            </w:r>
          </w:p>
          <w:p w14:paraId="10FD3D25" w14:textId="77777777" w:rsidR="00A07434" w:rsidRPr="004E46CB" w:rsidRDefault="00A07434" w:rsidP="00CF7B8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z oceną: ustalenie oceny zaliczeniowej na podstawie ocen cząstkowych (uzyskanych z pisemnego sprawdzenia wiedzy oraz aktywności studenta w trakcie ćwiczeń_.</w:t>
            </w:r>
          </w:p>
        </w:tc>
      </w:tr>
    </w:tbl>
    <w:p w14:paraId="76AE8ADC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201A0" w14:textId="77777777" w:rsidR="00A07434" w:rsidRPr="009C54AE" w:rsidRDefault="00A07434" w:rsidP="00A0743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AD51996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07434" w:rsidRPr="009C54AE" w14:paraId="452B693C" w14:textId="77777777" w:rsidTr="00CF7B84">
        <w:tc>
          <w:tcPr>
            <w:tcW w:w="4962" w:type="dxa"/>
            <w:vAlign w:val="center"/>
          </w:tcPr>
          <w:p w14:paraId="6C436DC0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1D64BEB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7434" w:rsidRPr="009C54AE" w14:paraId="60DBD23B" w14:textId="77777777" w:rsidTr="00CF7B84">
        <w:tc>
          <w:tcPr>
            <w:tcW w:w="4962" w:type="dxa"/>
          </w:tcPr>
          <w:p w14:paraId="2D710E2C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396C9F" w14:textId="77777777" w:rsidR="00A07434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60 godz.</w:t>
            </w:r>
          </w:p>
          <w:p w14:paraId="67090A44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60 godz.</w:t>
            </w:r>
          </w:p>
        </w:tc>
      </w:tr>
      <w:tr w:rsidR="00A07434" w:rsidRPr="009C54AE" w14:paraId="2DD83BA1" w14:textId="77777777" w:rsidTr="00CF7B84">
        <w:tc>
          <w:tcPr>
            <w:tcW w:w="4962" w:type="dxa"/>
          </w:tcPr>
          <w:p w14:paraId="6C1D011D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FC0B404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EC6C84F" w14:textId="77777777" w:rsidR="00A07434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2 godz.</w:t>
            </w:r>
          </w:p>
          <w:p w14:paraId="7AFF43C8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1 godz.</w:t>
            </w:r>
          </w:p>
        </w:tc>
      </w:tr>
      <w:tr w:rsidR="00A07434" w:rsidRPr="009C54AE" w14:paraId="7791BA4E" w14:textId="77777777" w:rsidTr="00CF7B84">
        <w:tc>
          <w:tcPr>
            <w:tcW w:w="4962" w:type="dxa"/>
          </w:tcPr>
          <w:p w14:paraId="5B745F96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A83DE01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4FE87E0A" w14:textId="77777777" w:rsidR="00A07434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Przygotowanie do zajęć 37 godz.</w:t>
            </w:r>
          </w:p>
          <w:p w14:paraId="25382FE2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50 godz.</w:t>
            </w:r>
          </w:p>
        </w:tc>
      </w:tr>
      <w:tr w:rsidR="00A07434" w:rsidRPr="009C54AE" w14:paraId="4707ED4B" w14:textId="77777777" w:rsidTr="00CF7B84">
        <w:tc>
          <w:tcPr>
            <w:tcW w:w="4962" w:type="dxa"/>
          </w:tcPr>
          <w:p w14:paraId="2CA52DEF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DFFD5E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 godz.</w:t>
            </w:r>
          </w:p>
        </w:tc>
      </w:tr>
      <w:tr w:rsidR="00A07434" w:rsidRPr="009C54AE" w14:paraId="0D2A077F" w14:textId="77777777" w:rsidTr="00CF7B84">
        <w:tc>
          <w:tcPr>
            <w:tcW w:w="4962" w:type="dxa"/>
          </w:tcPr>
          <w:p w14:paraId="1627308A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7DCCE3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punktów</w:t>
            </w:r>
          </w:p>
        </w:tc>
      </w:tr>
    </w:tbl>
    <w:p w14:paraId="206E3D53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3356BE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39CB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15EF6B87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07434" w:rsidRPr="009C54AE" w14:paraId="1D7B6A6D" w14:textId="77777777" w:rsidTr="00CF7B84">
        <w:trPr>
          <w:trHeight w:val="397"/>
        </w:trPr>
        <w:tc>
          <w:tcPr>
            <w:tcW w:w="3544" w:type="dxa"/>
          </w:tcPr>
          <w:p w14:paraId="1CFCCE1F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7C37F5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07434" w:rsidRPr="009C54AE" w14:paraId="12EBFC63" w14:textId="77777777" w:rsidTr="00CF7B84">
        <w:trPr>
          <w:trHeight w:val="397"/>
        </w:trPr>
        <w:tc>
          <w:tcPr>
            <w:tcW w:w="3544" w:type="dxa"/>
          </w:tcPr>
          <w:p w14:paraId="22AEA8D2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8F563C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23E2B79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167BB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7946B7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07434" w:rsidRPr="009C54AE" w14:paraId="5FF58350" w14:textId="77777777" w:rsidTr="00CF7B84">
        <w:trPr>
          <w:trHeight w:val="397"/>
        </w:trPr>
        <w:tc>
          <w:tcPr>
            <w:tcW w:w="7513" w:type="dxa"/>
          </w:tcPr>
          <w:p w14:paraId="23EB216D" w14:textId="77777777" w:rsidR="00A07434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6E15BD" w14:textId="77777777" w:rsidR="00A07434" w:rsidRDefault="00A07434" w:rsidP="00CF7B8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30449D8C" w14:textId="77777777" w:rsidR="00A07434" w:rsidRPr="001B59B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14:paraId="535CCBF1" w14:textId="77777777" w:rsidR="00A07434" w:rsidRPr="001B59B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08AC5A" w14:textId="77777777" w:rsidR="00A07434" w:rsidRPr="001B59B6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14:paraId="29C8BD55" w14:textId="77777777" w:rsidR="00A07434" w:rsidRPr="001B59B6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14:paraId="1514280B" w14:textId="77777777" w:rsidR="00A07434" w:rsidRPr="001B59B6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Krzysztof W. Baran (pod red.) „Prawo pracy i ubezpieczeń społecznych </w:t>
            </w:r>
          </w:p>
          <w:p w14:paraId="4150F062" w14:textId="77777777" w:rsidR="00A07434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Jakub Stelina (pod. red) „Prawo pracy”</w:t>
            </w:r>
          </w:p>
          <w:p w14:paraId="23CF3A1F" w14:textId="77777777" w:rsidR="00A07434" w:rsidRPr="009C54AE" w:rsidRDefault="00A07434" w:rsidP="00A07434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07434" w:rsidRPr="009C54AE" w14:paraId="1CB6CE9D" w14:textId="77777777" w:rsidTr="00CF7B84">
        <w:trPr>
          <w:trHeight w:val="397"/>
        </w:trPr>
        <w:tc>
          <w:tcPr>
            <w:tcW w:w="7513" w:type="dxa"/>
          </w:tcPr>
          <w:p w14:paraId="68BB7BE9" w14:textId="77777777" w:rsidR="00A07434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8D9067" w14:textId="77777777" w:rsidR="00A07434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0E9BBCE" w14:textId="77777777" w:rsidR="00A07434" w:rsidRPr="00850352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Zbigniew Hajn „Zbiorowe prawo pracy. Zarys sytemu”</w:t>
            </w:r>
          </w:p>
          <w:p w14:paraId="21D66F08" w14:textId="77777777" w:rsidR="00A07434" w:rsidRPr="00850352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Inietta Jedrasik-Jankowska  „Pojęcie i konstrukcje prawne ubezpieczenia społecznego”</w:t>
            </w:r>
          </w:p>
          <w:p w14:paraId="3A6E4B4B" w14:textId="77777777" w:rsidR="00A07434" w:rsidRPr="00850352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„System Prawa Pracy”</w:t>
            </w:r>
          </w:p>
          <w:p w14:paraId="344B42DE" w14:textId="77777777" w:rsidR="00A07434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Jerzy Wratny, Krzysztof Walczak ( pod red.) „Zbiorowe prawo pracy. Komentarz”</w:t>
            </w:r>
          </w:p>
          <w:p w14:paraId="46510CE0" w14:textId="77777777" w:rsidR="00A07434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Kowalczyk,” Pojęcie i skutki prawne zasady reprezentatywności związków zawodowych w prawie polskim”</w:t>
            </w:r>
          </w:p>
          <w:p w14:paraId="2E67B921" w14:textId="77777777" w:rsidR="00A07434" w:rsidRPr="00850352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 „ Pojęcie sporu zbiorowego oraz pokojowe metody jego rozwiązywania w prawie polski”</w:t>
            </w:r>
          </w:p>
          <w:p w14:paraId="5C35F2F7" w14:textId="77777777" w:rsidR="00A07434" w:rsidRPr="00850352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C21318E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6EA3B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04A483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B7E7F1" w14:textId="77777777" w:rsidR="00A07434" w:rsidRPr="00B169DF" w:rsidRDefault="00A0743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A07434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0CA4D" w14:textId="77777777" w:rsidR="00A814C3" w:rsidRDefault="00A814C3" w:rsidP="00C16ABF">
      <w:pPr>
        <w:spacing w:after="0" w:line="240" w:lineRule="auto"/>
      </w:pPr>
      <w:r>
        <w:separator/>
      </w:r>
    </w:p>
  </w:endnote>
  <w:endnote w:type="continuationSeparator" w:id="0">
    <w:p w14:paraId="35D3FB18" w14:textId="77777777" w:rsidR="00A814C3" w:rsidRDefault="00A814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60AC8" w14:textId="77777777" w:rsidR="00A814C3" w:rsidRDefault="00A814C3" w:rsidP="00C16ABF">
      <w:pPr>
        <w:spacing w:after="0" w:line="240" w:lineRule="auto"/>
      </w:pPr>
      <w:r>
        <w:separator/>
      </w:r>
    </w:p>
  </w:footnote>
  <w:footnote w:type="continuationSeparator" w:id="0">
    <w:p w14:paraId="551FF376" w14:textId="77777777" w:rsidR="00A814C3" w:rsidRDefault="00A814C3" w:rsidP="00C16ABF">
      <w:pPr>
        <w:spacing w:after="0" w:line="240" w:lineRule="auto"/>
      </w:pPr>
      <w:r>
        <w:continuationSeparator/>
      </w:r>
    </w:p>
  </w:footnote>
  <w:footnote w:id="1">
    <w:p w14:paraId="76280F93" w14:textId="77777777" w:rsidR="00A07434" w:rsidRDefault="00A07434" w:rsidP="00A0743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308443">
    <w:abstractNumId w:val="0"/>
  </w:num>
  <w:num w:numId="2" w16cid:durableId="123354007">
    <w:abstractNumId w:val="2"/>
  </w:num>
  <w:num w:numId="3" w16cid:durableId="113544079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8709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1A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3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4C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6C5E"/>
    <w:rsid w:val="00D3397B"/>
    <w:rsid w:val="00D352C9"/>
    <w:rsid w:val="00D425B2"/>
    <w:rsid w:val="00D428D6"/>
    <w:rsid w:val="00D46C55"/>
    <w:rsid w:val="00D552B2"/>
    <w:rsid w:val="00D608D1"/>
    <w:rsid w:val="00D74119"/>
    <w:rsid w:val="00D8075B"/>
    <w:rsid w:val="00D8678B"/>
    <w:rsid w:val="00DA2114"/>
    <w:rsid w:val="00DA47C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8E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6583E-DABA-4043-AA05-22B1DEB87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7</Pages>
  <Words>1413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 Tadla</cp:lastModifiedBy>
  <cp:revision>5</cp:revision>
  <cp:lastPrinted>2019-02-06T12:12:00Z</cp:lastPrinted>
  <dcterms:created xsi:type="dcterms:W3CDTF">2023-10-16T11:02:00Z</dcterms:created>
  <dcterms:modified xsi:type="dcterms:W3CDTF">2023-10-31T07:42:00Z</dcterms:modified>
</cp:coreProperties>
</file>